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6379" w14:textId="6862CD9D" w:rsidR="00912CFB" w:rsidRPr="00E5562A" w:rsidRDefault="00912CFB" w:rsidP="00DE3541">
      <w:pPr>
        <w:tabs>
          <w:tab w:val="left" w:pos="-567"/>
        </w:tabs>
        <w:spacing w:before="120" w:after="120"/>
        <w:ind w:right="-426"/>
        <w:jc w:val="right"/>
        <w:rPr>
          <w:rFonts w:asciiTheme="minorHAnsi" w:hAnsiTheme="minorHAnsi" w:cstheme="minorHAnsi"/>
          <w:b/>
          <w:i/>
        </w:rPr>
      </w:pPr>
      <w:r w:rsidRPr="00E5562A">
        <w:rPr>
          <w:rFonts w:asciiTheme="minorHAnsi" w:hAnsiTheme="minorHAnsi" w:cstheme="minorHAnsi"/>
          <w:b/>
          <w:i/>
        </w:rPr>
        <w:t xml:space="preserve">Załącznik nr </w:t>
      </w:r>
      <w:r>
        <w:rPr>
          <w:rFonts w:asciiTheme="minorHAnsi" w:hAnsiTheme="minorHAnsi" w:cstheme="minorHAnsi"/>
          <w:b/>
          <w:i/>
        </w:rPr>
        <w:t>4</w:t>
      </w:r>
      <w:r w:rsidRPr="00E5562A">
        <w:rPr>
          <w:rFonts w:asciiTheme="minorHAnsi" w:hAnsiTheme="minorHAnsi" w:cstheme="minorHAnsi"/>
          <w:b/>
          <w:i/>
        </w:rPr>
        <w:t xml:space="preserve"> do formularza ofertowego </w:t>
      </w:r>
    </w:p>
    <w:p w14:paraId="0FDAD74D" w14:textId="77777777" w:rsidR="00912CFB" w:rsidRPr="00C33882" w:rsidRDefault="00912CFB" w:rsidP="00912CFB">
      <w:pPr>
        <w:ind w:left="6372"/>
        <w:rPr>
          <w:rFonts w:asciiTheme="minorHAnsi" w:hAnsiTheme="minorHAnsi" w:cstheme="minorHAnsi"/>
          <w:b/>
          <w:sz w:val="16"/>
          <w:szCs w:val="16"/>
          <w:vertAlign w:val="superscript"/>
        </w:rPr>
      </w:pPr>
      <w:r w:rsidRPr="007661D7">
        <w:rPr>
          <w:rFonts w:asciiTheme="minorHAnsi" w:eastAsia="Calibri" w:hAnsiTheme="minorHAnsi" w:cstheme="minorHAnsi"/>
          <w:bCs/>
          <w:i/>
          <w:iCs/>
          <w:u w:val="single"/>
        </w:rPr>
        <w:t>dla części 1</w:t>
      </w:r>
      <w:r>
        <w:rPr>
          <w:rFonts w:asciiTheme="minorHAnsi" w:eastAsia="Calibri" w:hAnsiTheme="minorHAnsi" w:cstheme="minorHAnsi"/>
          <w:bCs/>
          <w:i/>
          <w:iCs/>
          <w:u w:val="single"/>
        </w:rPr>
        <w:t xml:space="preserve"> i </w:t>
      </w:r>
      <w:r w:rsidRPr="007661D7">
        <w:rPr>
          <w:rFonts w:asciiTheme="minorHAnsi" w:eastAsia="Calibri" w:hAnsiTheme="minorHAnsi" w:cstheme="minorHAnsi"/>
          <w:bCs/>
          <w:i/>
          <w:iCs/>
          <w:u w:val="single"/>
        </w:rPr>
        <w:t>2 zamówienia</w:t>
      </w:r>
    </w:p>
    <w:p w14:paraId="59825D3E" w14:textId="77777777" w:rsidR="00912CFB" w:rsidRDefault="00912CFB" w:rsidP="00912CFB">
      <w:pPr>
        <w:rPr>
          <w:rFonts w:asciiTheme="minorHAnsi" w:hAnsiTheme="minorHAnsi" w:cstheme="minorHAnsi"/>
          <w:b/>
        </w:rPr>
      </w:pPr>
    </w:p>
    <w:p w14:paraId="793FFD2B" w14:textId="738717C0" w:rsidR="00912CFB" w:rsidRDefault="00912CFB" w:rsidP="00912CFB">
      <w:pPr>
        <w:rPr>
          <w:rFonts w:asciiTheme="minorHAnsi" w:hAnsiTheme="minorHAnsi" w:cstheme="minorHAnsi"/>
          <w:b/>
        </w:rPr>
      </w:pPr>
    </w:p>
    <w:p w14:paraId="20A7156A" w14:textId="77777777" w:rsidR="00BD75C6" w:rsidRDefault="00BD75C6" w:rsidP="00912CFB">
      <w:pPr>
        <w:rPr>
          <w:rFonts w:asciiTheme="minorHAnsi" w:hAnsiTheme="minorHAnsi" w:cstheme="minorHAnsi"/>
          <w:b/>
        </w:rPr>
      </w:pPr>
    </w:p>
    <w:p w14:paraId="26E05F2C" w14:textId="77777777" w:rsidR="00912CFB" w:rsidRPr="00E5562A" w:rsidRDefault="00912CFB" w:rsidP="00912CFB">
      <w:pPr>
        <w:rPr>
          <w:rFonts w:asciiTheme="minorHAnsi" w:hAnsiTheme="minorHAnsi" w:cstheme="minorHAnsi"/>
          <w:b/>
        </w:rPr>
      </w:pPr>
      <w:r w:rsidRPr="00E5562A">
        <w:rPr>
          <w:rFonts w:asciiTheme="minorHAnsi" w:hAnsiTheme="minorHAnsi" w:cstheme="minorHAnsi"/>
          <w:b/>
        </w:rPr>
        <w:t>Wykonawca:</w:t>
      </w:r>
    </w:p>
    <w:p w14:paraId="08AFDAE7" w14:textId="77777777" w:rsidR="00912CFB" w:rsidRPr="00C33882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5D6D8112" w14:textId="6D9D491F" w:rsidR="00912CFB" w:rsidRPr="00837C3A" w:rsidRDefault="00912CFB" w:rsidP="00912CFB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Pr="00837C3A">
        <w:rPr>
          <w:rFonts w:asciiTheme="minorHAnsi" w:hAnsiTheme="minorHAnsi" w:cstheme="minorHAnsi"/>
          <w:sz w:val="20"/>
          <w:szCs w:val="20"/>
        </w:rPr>
        <w:t>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="00C33760">
        <w:rPr>
          <w:rFonts w:asciiTheme="minorHAnsi" w:hAnsiTheme="minorHAnsi" w:cstheme="minorHAnsi"/>
          <w:sz w:val="20"/>
          <w:szCs w:val="20"/>
        </w:rPr>
        <w:t>…</w:t>
      </w:r>
    </w:p>
    <w:p w14:paraId="4CFD6F5F" w14:textId="699C4F21" w:rsidR="00912CFB" w:rsidRDefault="00912CFB" w:rsidP="00912CFB">
      <w:pPr>
        <w:ind w:right="5954"/>
        <w:rPr>
          <w:rFonts w:asciiTheme="minorHAnsi" w:hAnsiTheme="minorHAnsi" w:cstheme="minorHAnsi"/>
          <w:sz w:val="20"/>
          <w:szCs w:val="20"/>
        </w:rPr>
      </w:pPr>
      <w:r w:rsidRPr="00837C3A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</w:t>
      </w:r>
      <w:r w:rsidR="00C33760">
        <w:rPr>
          <w:rFonts w:asciiTheme="minorHAnsi" w:hAnsiTheme="minorHAnsi" w:cstheme="minorHAnsi"/>
          <w:sz w:val="20"/>
          <w:szCs w:val="20"/>
        </w:rPr>
        <w:t>..</w:t>
      </w:r>
    </w:p>
    <w:p w14:paraId="31A67591" w14:textId="77777777" w:rsidR="00912CFB" w:rsidRDefault="00912CFB" w:rsidP="00912CFB">
      <w:pPr>
        <w:ind w:right="5954"/>
        <w:rPr>
          <w:rFonts w:asciiTheme="minorHAnsi" w:hAnsiTheme="minorHAnsi" w:cstheme="minorHAnsi"/>
          <w:sz w:val="20"/>
          <w:szCs w:val="20"/>
        </w:rPr>
      </w:pPr>
    </w:p>
    <w:p w14:paraId="59F8FE49" w14:textId="5994B006" w:rsidR="00912CFB" w:rsidRDefault="00912CFB" w:rsidP="00912CFB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="00C33760">
        <w:rPr>
          <w:rFonts w:asciiTheme="minorHAnsi" w:hAnsiTheme="minorHAnsi" w:cstheme="minorHAnsi"/>
          <w:sz w:val="20"/>
          <w:szCs w:val="20"/>
        </w:rPr>
        <w:t>..</w:t>
      </w:r>
    </w:p>
    <w:p w14:paraId="6811FF2A" w14:textId="7E80D75D" w:rsidR="00C33760" w:rsidRDefault="00C33760" w:rsidP="00912CFB">
      <w:pPr>
        <w:ind w:right="5954"/>
        <w:rPr>
          <w:rFonts w:asciiTheme="minorHAnsi" w:hAnsiTheme="minorHAnsi" w:cstheme="minorHAnsi"/>
          <w:sz w:val="20"/>
          <w:szCs w:val="20"/>
        </w:rPr>
      </w:pPr>
    </w:p>
    <w:p w14:paraId="2FD306DE" w14:textId="1C8DCD41" w:rsidR="00C33760" w:rsidRDefault="00C33760" w:rsidP="00912CFB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</w:t>
      </w:r>
    </w:p>
    <w:p w14:paraId="404022B7" w14:textId="7ECE7689" w:rsidR="00912CFB" w:rsidRPr="00251621" w:rsidRDefault="00912CFB" w:rsidP="00912CFB">
      <w:pPr>
        <w:ind w:right="5954"/>
        <w:rPr>
          <w:rFonts w:asciiTheme="minorHAnsi" w:hAnsiTheme="minorHAnsi" w:cstheme="minorHAnsi"/>
          <w:sz w:val="20"/>
          <w:szCs w:val="20"/>
        </w:rPr>
      </w:pPr>
      <w:r w:rsidRPr="00930F28">
        <w:rPr>
          <w:rFonts w:asciiTheme="minorHAnsi" w:hAnsiTheme="minorHAnsi" w:cstheme="minorHAnsi"/>
          <w:i/>
          <w:sz w:val="16"/>
          <w:szCs w:val="16"/>
        </w:rPr>
        <w:t>(pełna nazwa Wykonawcy/Wykonawców, adres, NIP/PESEL</w:t>
      </w:r>
      <w:r w:rsidR="00140D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30F28">
        <w:rPr>
          <w:rFonts w:asciiTheme="minorHAnsi" w:hAnsiTheme="minorHAnsi" w:cstheme="minorHAnsi"/>
          <w:i/>
          <w:sz w:val="16"/>
          <w:szCs w:val="16"/>
        </w:rPr>
        <w:t>(w zależności od podmiotu):</w:t>
      </w:r>
      <w:r w:rsidRPr="00837C3A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7780AB68" w14:textId="77777777" w:rsidR="00912CFB" w:rsidRPr="00837C3A" w:rsidRDefault="00912CFB" w:rsidP="00912CFB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16"/>
          <w:szCs w:val="16"/>
        </w:rPr>
      </w:pPr>
    </w:p>
    <w:p w14:paraId="1E3CA853" w14:textId="77777777" w:rsidR="00912CFB" w:rsidRDefault="00912CFB" w:rsidP="00912CFB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</w:p>
    <w:p w14:paraId="18122F3A" w14:textId="77777777" w:rsidR="00912CFB" w:rsidRDefault="00912CFB" w:rsidP="00912CFB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</w:p>
    <w:p w14:paraId="0CAA8AF5" w14:textId="77777777" w:rsidR="00912CFB" w:rsidRPr="00837C3A" w:rsidRDefault="00912CFB" w:rsidP="00BD75C6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37C3A">
        <w:rPr>
          <w:rFonts w:asciiTheme="minorHAnsi" w:eastAsia="Calibri" w:hAnsiTheme="minorHAnsi" w:cstheme="minorHAnsi"/>
          <w:b/>
        </w:rPr>
        <w:t xml:space="preserve">WYKAZ </w:t>
      </w:r>
      <w:r>
        <w:rPr>
          <w:rFonts w:asciiTheme="minorHAnsi" w:hAnsiTheme="minorHAnsi" w:cstheme="minorHAnsi"/>
          <w:b/>
        </w:rPr>
        <w:t>OSÓB</w:t>
      </w:r>
    </w:p>
    <w:p w14:paraId="05A1860A" w14:textId="77777777" w:rsidR="00912CFB" w:rsidRPr="00837C3A" w:rsidRDefault="00912CFB" w:rsidP="00BD75C6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SKIEROWANYCH </w:t>
      </w:r>
      <w:r w:rsidRPr="00837C3A">
        <w:rPr>
          <w:rFonts w:asciiTheme="minorHAnsi" w:hAnsiTheme="minorHAnsi" w:cstheme="minorHAnsi"/>
          <w:b/>
        </w:rPr>
        <w:t>DO REALIZACJI</w:t>
      </w:r>
      <w:r w:rsidRPr="00837C3A">
        <w:rPr>
          <w:rFonts w:asciiTheme="minorHAnsi" w:eastAsia="Calibri" w:hAnsiTheme="minorHAnsi" w:cstheme="minorHAnsi"/>
          <w:b/>
        </w:rPr>
        <w:t xml:space="preserve"> ZAMÓWIENIA PUBLICZNEGO</w:t>
      </w:r>
    </w:p>
    <w:p w14:paraId="209FE77B" w14:textId="409910F3" w:rsidR="00912CFB" w:rsidRPr="00D55788" w:rsidRDefault="00D55788" w:rsidP="00BD75C6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</w:rPr>
      </w:pPr>
      <w:r w:rsidRPr="00D55788">
        <w:rPr>
          <w:rFonts w:asciiTheme="minorHAnsi" w:eastAsia="Calibri" w:hAnsiTheme="minorHAnsi" w:cstheme="minorHAnsi"/>
        </w:rPr>
        <w:t>(dla części ……………………zamówienia)</w:t>
      </w:r>
    </w:p>
    <w:p w14:paraId="318015DA" w14:textId="77777777" w:rsidR="00912CFB" w:rsidRPr="00BD75C6" w:rsidRDefault="00912CFB" w:rsidP="00527CD6">
      <w:pPr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19D32091" w14:textId="58B733C2" w:rsidR="00912CFB" w:rsidRPr="00251621" w:rsidRDefault="00912CFB" w:rsidP="00527CD6">
      <w:pPr>
        <w:jc w:val="both"/>
        <w:rPr>
          <w:rFonts w:asciiTheme="minorHAnsi" w:hAnsiTheme="minorHAnsi" w:cstheme="minorHAnsi"/>
          <w:b/>
          <w:bCs/>
          <w:color w:val="333333"/>
        </w:rPr>
      </w:pPr>
      <w:r w:rsidRPr="00837C3A">
        <w:rPr>
          <w:rFonts w:asciiTheme="minorHAnsi" w:eastAsia="Calibri" w:hAnsiTheme="minorHAnsi" w:cstheme="minorHAnsi"/>
        </w:rPr>
        <w:t xml:space="preserve">Składając ofertę w </w:t>
      </w:r>
      <w:r>
        <w:rPr>
          <w:rFonts w:asciiTheme="minorHAnsi" w:eastAsia="Calibri" w:hAnsiTheme="minorHAnsi" w:cstheme="minorHAnsi"/>
        </w:rPr>
        <w:t>zapytaniu ofertowym</w:t>
      </w:r>
      <w:r w:rsidRPr="00837C3A">
        <w:rPr>
          <w:rFonts w:asciiTheme="minorHAnsi" w:eastAsia="Calibri" w:hAnsiTheme="minorHAnsi" w:cstheme="minorHAnsi"/>
        </w:rPr>
        <w:t xml:space="preserve"> </w:t>
      </w:r>
      <w:r w:rsidRPr="00837C3A">
        <w:rPr>
          <w:rFonts w:asciiTheme="minorHAnsi" w:eastAsia="Calibri" w:hAnsiTheme="minorHAnsi" w:cstheme="minorHAnsi"/>
          <w:szCs w:val="20"/>
        </w:rPr>
        <w:t>na</w:t>
      </w:r>
      <w:r>
        <w:rPr>
          <w:rFonts w:asciiTheme="minorHAnsi" w:eastAsia="Calibri" w:hAnsiTheme="minorHAnsi" w:cstheme="minorHAnsi"/>
          <w:szCs w:val="20"/>
        </w:rPr>
        <w:t>: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333333"/>
        </w:rPr>
        <w:t>Świadczenie usług doradztwa edukacyjno</w:t>
      </w:r>
      <w:r w:rsidR="00EF0FF6">
        <w:rPr>
          <w:rFonts w:asciiTheme="minorHAnsi" w:hAnsiTheme="minorHAnsi" w:cstheme="minorHAnsi"/>
          <w:b/>
          <w:bCs/>
          <w:color w:val="333333"/>
        </w:rPr>
        <w:t>-</w:t>
      </w:r>
      <w:r>
        <w:rPr>
          <w:rFonts w:asciiTheme="minorHAnsi" w:hAnsiTheme="minorHAnsi" w:cstheme="minorHAnsi"/>
          <w:b/>
          <w:bCs/>
          <w:color w:val="333333"/>
        </w:rPr>
        <w:t xml:space="preserve">zawodowego </w:t>
      </w:r>
      <w:r w:rsidRPr="00837C3A">
        <w:rPr>
          <w:rFonts w:asciiTheme="minorHAnsi" w:eastAsia="Calibri" w:hAnsiTheme="minorHAnsi" w:cstheme="minorHAnsi"/>
        </w:rPr>
        <w:t>w celu potwierdzenia spełniania warunk</w:t>
      </w:r>
      <w:r w:rsidRPr="00837C3A">
        <w:rPr>
          <w:rFonts w:asciiTheme="minorHAnsi" w:hAnsiTheme="minorHAnsi" w:cstheme="minorHAnsi"/>
        </w:rPr>
        <w:t>u</w:t>
      </w:r>
      <w:r w:rsidRPr="00837C3A">
        <w:rPr>
          <w:rFonts w:asciiTheme="minorHAnsi" w:eastAsia="Calibri" w:hAnsiTheme="minorHAnsi" w:cstheme="minorHAnsi"/>
        </w:rPr>
        <w:t xml:space="preserve"> udziału w </w:t>
      </w:r>
      <w:r>
        <w:rPr>
          <w:rFonts w:asciiTheme="minorHAnsi" w:eastAsia="Calibri" w:hAnsiTheme="minorHAnsi" w:cstheme="minorHAnsi"/>
        </w:rPr>
        <w:t>postępowaniu określone dla części………………………….zamówienia</w:t>
      </w:r>
      <w:r w:rsidRPr="00837C3A">
        <w:rPr>
          <w:rFonts w:asciiTheme="minorHAnsi" w:eastAsia="Calibri" w:hAnsiTheme="minorHAnsi" w:cstheme="minorHAnsi"/>
        </w:rPr>
        <w:t xml:space="preserve"> oświadczam, iż do realizacji zamówienia publicznego </w:t>
      </w:r>
      <w:r w:rsidRPr="00837C3A">
        <w:rPr>
          <w:rFonts w:asciiTheme="minorHAnsi" w:hAnsiTheme="minorHAnsi" w:cstheme="minorHAnsi"/>
        </w:rPr>
        <w:t>wskazuj</w:t>
      </w:r>
      <w:r>
        <w:rPr>
          <w:rFonts w:asciiTheme="minorHAnsi" w:hAnsiTheme="minorHAnsi" w:cstheme="minorHAnsi"/>
        </w:rPr>
        <w:t>ę</w:t>
      </w:r>
      <w:r w:rsidRPr="00837C3A">
        <w:rPr>
          <w:rFonts w:asciiTheme="minorHAnsi" w:eastAsia="Calibri" w:hAnsiTheme="minorHAnsi" w:cstheme="minorHAnsi"/>
        </w:rPr>
        <w:t xml:space="preserve"> następujące osoby</w:t>
      </w:r>
      <w:r>
        <w:rPr>
          <w:rFonts w:asciiTheme="minorHAnsi" w:eastAsia="Calibri" w:hAnsiTheme="minorHAnsi" w:cstheme="minorHAnsi"/>
        </w:rPr>
        <w:t>, którymi dysponuję lub będę dysponował:</w:t>
      </w:r>
      <w:r w:rsidRPr="00837C3A">
        <w:rPr>
          <w:rFonts w:asciiTheme="minorHAnsi" w:eastAsia="Calibri" w:hAnsiTheme="minorHAnsi" w:cstheme="minorHAnsi"/>
        </w:rPr>
        <w:t xml:space="preserve"> </w:t>
      </w:r>
    </w:p>
    <w:p w14:paraId="53952262" w14:textId="77777777" w:rsidR="00912CFB" w:rsidRDefault="00912CFB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1B54DCED" w14:textId="77777777" w:rsidR="00912CFB" w:rsidRDefault="00912CFB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3832"/>
        <w:gridCol w:w="3685"/>
      </w:tblGrid>
      <w:tr w:rsidR="00DE3541" w:rsidRPr="001F7423" w14:paraId="0CAFA315" w14:textId="77777777" w:rsidTr="00DE3541">
        <w:trPr>
          <w:trHeight w:val="411"/>
          <w:jc w:val="center"/>
        </w:trPr>
        <w:tc>
          <w:tcPr>
            <w:tcW w:w="562" w:type="dxa"/>
            <w:shd w:val="clear" w:color="auto" w:fill="F2F2F2" w:themeFill="background1" w:themeFillShade="F2"/>
          </w:tcPr>
          <w:p w14:paraId="21AC22FA" w14:textId="77777777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bookmarkStart w:id="0" w:name="_Hlk220174174"/>
            <w:r w:rsidRPr="001F7423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9113097" w14:textId="2A8416A1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F7423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Imię i nazwisko </w:t>
            </w:r>
            <w:r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osoby </w:t>
            </w:r>
            <w:r w:rsidR="006A21B3" w:rsidRPr="006A21B3"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  <w:t>wi</w:t>
            </w:r>
            <w:r w:rsidRPr="006A21B3"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  <w:t>odącej</w:t>
            </w:r>
          </w:p>
          <w:p w14:paraId="2382115C" w14:textId="77777777" w:rsidR="00DE3541" w:rsidRDefault="00DE3541" w:rsidP="00D529F2">
            <w:pPr>
              <w:rPr>
                <w:rFonts w:asciiTheme="minorHAnsi" w:eastAsia="Calibri" w:hAnsiTheme="minorHAnsi" w:cstheme="minorHAnsi"/>
                <w:i/>
                <w:sz w:val="16"/>
                <w:szCs w:val="16"/>
              </w:rPr>
            </w:pPr>
          </w:p>
          <w:p w14:paraId="2F06C3C2" w14:textId="336B6FC5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832" w:type="dxa"/>
            <w:shd w:val="clear" w:color="auto" w:fill="F2F2F2" w:themeFill="background1" w:themeFillShade="F2"/>
          </w:tcPr>
          <w:p w14:paraId="3190C0D8" w14:textId="77777777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Wykształcenie</w:t>
            </w:r>
          </w:p>
          <w:p w14:paraId="1942F05E" w14:textId="77777777" w:rsidR="00DE3541" w:rsidRPr="00C33882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338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(Wpisać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rodzaj ukończonych studiów wyższych lub podyplomowych w zakresie doradztwa zawodowego wraz z podaniem nazwy Uczelni)</w:t>
            </w:r>
          </w:p>
          <w:p w14:paraId="380C0E15" w14:textId="77777777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14:paraId="4184FD7E" w14:textId="77777777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F742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osobą</w:t>
            </w:r>
            <w:r w:rsidRPr="001F742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25FD97A7" w14:textId="77777777" w:rsidR="00DE3541" w:rsidRPr="00C33882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541" w:rsidRPr="001F7423" w14:paraId="2CBA18DC" w14:textId="77777777" w:rsidTr="00DE3541">
        <w:trPr>
          <w:trHeight w:val="457"/>
          <w:jc w:val="center"/>
        </w:trPr>
        <w:tc>
          <w:tcPr>
            <w:tcW w:w="562" w:type="dxa"/>
          </w:tcPr>
          <w:p w14:paraId="4910260F" w14:textId="77777777" w:rsidR="00DE3541" w:rsidRPr="00C33882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73974257" w14:textId="77777777" w:rsidR="00DE3541" w:rsidRPr="001F7423" w:rsidRDefault="00DE3541" w:rsidP="00D529F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20AB6F8A" w14:textId="3BAB9EA0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3832" w:type="dxa"/>
          </w:tcPr>
          <w:p w14:paraId="672DCFDD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613FD22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FD29417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D05E16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F83415F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C23215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87A7F57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9F9122C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211EC1" w14:textId="77777777" w:rsidR="00DE3541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E2D0DB" w14:textId="033AE99F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7734596" w14:textId="759D6A7B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D529F2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D529F2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brak (osoba fizyczna</w:t>
            </w:r>
            <w:r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 xml:space="preserve"> nie prowadząca działalności gospodarczej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)</w:t>
            </w:r>
          </w:p>
          <w:p w14:paraId="1C417837" w14:textId="77777777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D529F2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D529F2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umowa</w:t>
            </w:r>
            <w:r w:rsidRPr="00D529F2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o pracę</w:t>
            </w:r>
          </w:p>
          <w:p w14:paraId="16AD9F0A" w14:textId="77777777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D529F2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D529F2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umowa zlecenie/o dzieło</w:t>
            </w:r>
          </w:p>
          <w:p w14:paraId="1DBAF9EF" w14:textId="330ADDEE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D529F2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D529F2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samozatrudnienie (w przypadku prowadzenia jednoosobowej działalności gospodarczej lub wspólnika spółki cywilnej)</w:t>
            </w:r>
          </w:p>
          <w:p w14:paraId="2912FB40" w14:textId="77777777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CF52C8">
              <w:rPr>
                <w:rFonts w:asciiTheme="minorHAnsi" w:hAnsiTheme="minorHAnsi" w:cstheme="minorHAnsi"/>
                <w:sz w:val="16"/>
                <w:szCs w:val="16"/>
              </w:rPr>
              <w:t>□</w:t>
            </w:r>
            <w:r w:rsidRPr="00CF52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* 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inna (jaka?)…………………………………………</w:t>
            </w:r>
          </w:p>
          <w:p w14:paraId="583D8D48" w14:textId="77777777" w:rsidR="00DE3541" w:rsidRPr="00CF52C8" w:rsidRDefault="00DE3541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………………………………………………………………..</w:t>
            </w:r>
            <w:r w:rsidRPr="00CF52C8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ab/>
            </w:r>
          </w:p>
          <w:p w14:paraId="4C61E47D" w14:textId="77777777" w:rsidR="00DE3541" w:rsidRPr="00CF52C8" w:rsidRDefault="00DE3541" w:rsidP="00D529F2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2876760" w14:textId="77777777" w:rsidR="00DE3541" w:rsidRPr="00CF52C8" w:rsidRDefault="00DE3541" w:rsidP="00D529F2">
            <w:pPr>
              <w:suppressAutoHyphens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  <w:r w:rsidRPr="00CF52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* </w:t>
            </w:r>
            <w:r w:rsidRPr="00CF52C8">
              <w:rPr>
                <w:rFonts w:asciiTheme="minorHAnsi" w:hAnsiTheme="minorHAnsi" w:cstheme="minorHAnsi"/>
                <w:i/>
                <w:sz w:val="16"/>
                <w:szCs w:val="16"/>
              </w:rPr>
              <w:t>zakreślić odpowiedni kwadrat</w:t>
            </w:r>
          </w:p>
          <w:p w14:paraId="7F95B127" w14:textId="77777777" w:rsidR="00DE3541" w:rsidRPr="00BE14A0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912CFB" w:rsidRPr="00EF0FF6" w14:paraId="699B6941" w14:textId="77777777" w:rsidTr="00D529F2">
        <w:trPr>
          <w:trHeight w:val="457"/>
          <w:jc w:val="center"/>
        </w:trPr>
        <w:tc>
          <w:tcPr>
            <w:tcW w:w="6237" w:type="dxa"/>
            <w:gridSpan w:val="3"/>
          </w:tcPr>
          <w:p w14:paraId="7A5874C7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Doświadczenie w prowadzeniu doradztwa zawodowego na potwierdzenie warunków udziału w postępowaniu </w:t>
            </w:r>
          </w:p>
          <w:p w14:paraId="2E84F3B9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D86DCBE" w14:textId="2A0F5F82" w:rsidR="00912CFB" w:rsidRPr="00EF0FF6" w:rsidRDefault="00A90613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(Wykaz</w:t>
            </w:r>
            <w:r w:rsidR="00912CFB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zrealizowanego</w:t>
            </w:r>
            <w:r w:rsidR="00912CFB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doradztwa zawodowego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ciągu ostatnich 10 lat przed upływem terminu składania ofert </w:t>
            </w:r>
            <w:r w:rsidR="00912CF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wraz z krótkim opisem (grupy docelowe </w:t>
            </w:r>
            <w:r w:rsidR="00140DDF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o</w:t>
            </w:r>
            <w:r w:rsidR="00912CF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raz podmioty </w:t>
            </w:r>
            <w:r w:rsidR="0015158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na zlecenie</w:t>
            </w:r>
            <w:r w:rsidR="00912CF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których było prowadzone doradztwo zawodowe)</w:t>
            </w:r>
          </w:p>
        </w:tc>
        <w:tc>
          <w:tcPr>
            <w:tcW w:w="3685" w:type="dxa"/>
          </w:tcPr>
          <w:p w14:paraId="79CF4B5F" w14:textId="6C7EE077" w:rsidR="00912CFB" w:rsidRPr="00EF0FF6" w:rsidRDefault="00BD75C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Okres realizacji</w:t>
            </w:r>
          </w:p>
          <w:p w14:paraId="208B805D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(od – do)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22C82536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3484FA5" w14:textId="004ED6F3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Wykazać łączn</w:t>
            </w:r>
            <w:r w:rsidR="00527CD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i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e (bez względu na formę zatrudnienia) co najmniej 24</w:t>
            </w:r>
            <w:r w:rsidR="00F31688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miesi</w:t>
            </w:r>
            <w:r w:rsidR="00F31688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ęczne</w:t>
            </w:r>
            <w:r w:rsidR="00527CD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doświadczenie nabyte w ciągu ostatnich 10 lat przed upływem terminu składania ofert</w:t>
            </w:r>
          </w:p>
          <w:p w14:paraId="382474A3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CFB" w:rsidRPr="00EF0FF6" w14:paraId="6DBBBF6D" w14:textId="77777777" w:rsidTr="00D529F2">
        <w:trPr>
          <w:trHeight w:val="2120"/>
          <w:jc w:val="center"/>
        </w:trPr>
        <w:tc>
          <w:tcPr>
            <w:tcW w:w="6237" w:type="dxa"/>
            <w:gridSpan w:val="3"/>
          </w:tcPr>
          <w:p w14:paraId="0A21CCDD" w14:textId="77777777" w:rsidR="00912CFB" w:rsidRPr="00EF0FF6" w:rsidRDefault="00912CFB" w:rsidP="00D529F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DBD037D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  <w:p w14:paraId="673BBE01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9F52645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  <w:p w14:paraId="4CCA1336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F4FD90D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  <w:p w14:paraId="3546D124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8D23102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  <w:p w14:paraId="32AF1F40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34EA81B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</w:tc>
        <w:tc>
          <w:tcPr>
            <w:tcW w:w="3685" w:type="dxa"/>
          </w:tcPr>
          <w:p w14:paraId="7B93BCB7" w14:textId="77777777" w:rsidR="00912CFB" w:rsidRPr="00EF0FF6" w:rsidRDefault="00912CFB" w:rsidP="00D529F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912CFB" w:rsidRPr="00EF0FF6" w14:paraId="5AE63C0E" w14:textId="77777777" w:rsidTr="00D529F2">
        <w:trPr>
          <w:trHeight w:val="1353"/>
          <w:jc w:val="center"/>
        </w:trPr>
        <w:tc>
          <w:tcPr>
            <w:tcW w:w="6237" w:type="dxa"/>
            <w:gridSpan w:val="3"/>
          </w:tcPr>
          <w:p w14:paraId="56ABAE9C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Doświadczenie w prowadzeniu doradztwa zawodowego ponad doświadczenie wymagane na potwierdzenie warunku udziału w postępowaniu</w:t>
            </w:r>
          </w:p>
          <w:p w14:paraId="135673D0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6A59D91" w14:textId="2ACFD884" w:rsidR="00912CFB" w:rsidRPr="00EF0FF6" w:rsidRDefault="00A90613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(Wykaz zrealizowanego doradztwa zawodowego w ciągu ostatnich 10 lat przed upływem terminu składania ofert 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wraz z krótkim opisem  (grupy docelowe </w:t>
            </w:r>
            <w:r w:rsidR="00140DDF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o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raz podmioty </w:t>
            </w:r>
            <w:r w:rsidR="0015158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na zlecenie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których było prowadzone doradztwo zawodowe)</w:t>
            </w:r>
          </w:p>
        </w:tc>
        <w:tc>
          <w:tcPr>
            <w:tcW w:w="3685" w:type="dxa"/>
          </w:tcPr>
          <w:p w14:paraId="4A9ACDEB" w14:textId="3CCDB4AC" w:rsidR="00912CFB" w:rsidRPr="00EF0FF6" w:rsidRDefault="00BD75C6" w:rsidP="00BD75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Okres realizacji</w:t>
            </w:r>
          </w:p>
          <w:p w14:paraId="2FDA8F28" w14:textId="1CDD0397" w:rsidR="00912CFB" w:rsidRPr="00EF0FF6" w:rsidRDefault="00912CFB" w:rsidP="00BD75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(od – do)</w:t>
            </w:r>
          </w:p>
          <w:p w14:paraId="709AD3E3" w14:textId="263D8F8C" w:rsidR="00BD75C6" w:rsidRPr="00EF0FF6" w:rsidRDefault="00912CFB" w:rsidP="00BD75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Wykazać łącz</w:t>
            </w:r>
            <w:r w:rsidR="00BD75C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nie</w:t>
            </w:r>
            <w:r w:rsidR="00EF0FF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bez względu na formę zatrudnienia) ilość </w:t>
            </w:r>
            <w:r w:rsidR="00BD75C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miesięcy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doświadczenia </w:t>
            </w:r>
            <w:r w:rsidR="00BD75C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(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ponad wymagane na potwierdzenie warunku udziału  w postępowaniu</w:t>
            </w:r>
            <w:r w:rsidR="00BD75C6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) nabyte w ciągu ostatnich 10 lat przed upływem terminu składania ofert</w:t>
            </w:r>
          </w:p>
          <w:p w14:paraId="6EB2C2C0" w14:textId="7EBF8C45" w:rsidR="00912CFB" w:rsidRPr="00EF0FF6" w:rsidRDefault="00912CFB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i/>
                <w:sz w:val="16"/>
                <w:szCs w:val="16"/>
                <w:lang w:val="pl-PL"/>
              </w:rPr>
            </w:pPr>
          </w:p>
        </w:tc>
      </w:tr>
      <w:tr w:rsidR="00912CFB" w:rsidRPr="001F7423" w14:paraId="17C20509" w14:textId="77777777" w:rsidTr="00A90613">
        <w:trPr>
          <w:trHeight w:val="2820"/>
          <w:jc w:val="center"/>
        </w:trPr>
        <w:tc>
          <w:tcPr>
            <w:tcW w:w="6237" w:type="dxa"/>
            <w:gridSpan w:val="3"/>
          </w:tcPr>
          <w:p w14:paraId="4D9ACC1D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  <w:p w14:paraId="46954502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7853AB6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  <w:p w14:paraId="7D2A41EA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92F9A21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  <w:p w14:paraId="1238C207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26783872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6D1A4634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24041C19" w14:textId="77777777" w:rsidR="00912CFB" w:rsidRPr="001F7423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</w:tc>
        <w:tc>
          <w:tcPr>
            <w:tcW w:w="3685" w:type="dxa"/>
          </w:tcPr>
          <w:p w14:paraId="4CB6B170" w14:textId="77777777" w:rsidR="00912CFB" w:rsidRPr="00101F48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bookmarkEnd w:id="0"/>
    </w:tbl>
    <w:p w14:paraId="1A5371D8" w14:textId="77777777" w:rsidR="00092FA2" w:rsidRDefault="00092FA2" w:rsidP="00912CFB">
      <w:pP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</w:p>
    <w:p w14:paraId="4B628A9B" w14:textId="3176EFFB" w:rsidR="00A90613" w:rsidRPr="00886228" w:rsidRDefault="0022610E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886228">
        <w:rPr>
          <w:rFonts w:asciiTheme="minorHAnsi" w:hAnsiTheme="minorHAnsi" w:cstheme="minorHAnsi"/>
          <w:i/>
          <w:iCs/>
          <w:sz w:val="16"/>
          <w:szCs w:val="16"/>
          <w:u w:val="single"/>
        </w:rPr>
        <w:t>Instrukcja wypełnienia tabel</w:t>
      </w:r>
      <w:r w:rsidR="002F01E8" w:rsidRPr="00886228">
        <w:rPr>
          <w:rFonts w:asciiTheme="minorHAnsi" w:hAnsiTheme="minorHAnsi" w:cstheme="minorHAnsi"/>
          <w:i/>
          <w:iCs/>
          <w:sz w:val="16"/>
          <w:szCs w:val="16"/>
          <w:u w:val="single"/>
        </w:rPr>
        <w:t>i</w:t>
      </w:r>
      <w:r w:rsidR="002C06C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 na przykładzie</w:t>
      </w:r>
      <w:r w:rsidR="002F01E8" w:rsidRPr="00886228">
        <w:rPr>
          <w:rFonts w:asciiTheme="minorHAnsi" w:hAnsiTheme="minorHAnsi" w:cstheme="minorHAnsi"/>
          <w:i/>
          <w:iCs/>
          <w:sz w:val="16"/>
          <w:szCs w:val="16"/>
          <w:u w:val="single"/>
        </w:rPr>
        <w:t>:</w:t>
      </w:r>
    </w:p>
    <w:p w14:paraId="3E00E345" w14:textId="534303DA" w:rsidR="0022610E" w:rsidRDefault="0022610E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Osoba</w:t>
      </w:r>
      <w:r w:rsidR="002F01E8">
        <w:rPr>
          <w:rFonts w:asciiTheme="minorHAnsi" w:hAnsiTheme="minorHAnsi" w:cstheme="minorHAnsi"/>
          <w:i/>
          <w:iCs/>
          <w:sz w:val="16"/>
          <w:szCs w:val="16"/>
        </w:rPr>
        <w:t xml:space="preserve"> skierowana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 xml:space="preserve"> przez Wykonawcę</w:t>
      </w:r>
      <w:r w:rsidR="002F01E8">
        <w:rPr>
          <w:rFonts w:asciiTheme="minorHAnsi" w:hAnsiTheme="minorHAnsi" w:cstheme="minorHAnsi"/>
          <w:i/>
          <w:iCs/>
          <w:sz w:val="16"/>
          <w:szCs w:val="16"/>
        </w:rPr>
        <w:t xml:space="preserve"> do realizacji zamówienia (wiodąca) nabyła w ciągu ostatnich 10 lat przed upływem terminu składania o</w:t>
      </w:r>
      <w:r w:rsidR="00886228">
        <w:rPr>
          <w:rFonts w:asciiTheme="minorHAnsi" w:hAnsiTheme="minorHAnsi" w:cstheme="minorHAnsi"/>
          <w:i/>
          <w:iCs/>
          <w:sz w:val="16"/>
          <w:szCs w:val="16"/>
        </w:rPr>
        <w:t>fert</w:t>
      </w:r>
      <w:r w:rsidR="002F01E8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886228">
        <w:rPr>
          <w:rFonts w:asciiTheme="minorHAnsi" w:hAnsiTheme="minorHAnsi" w:cstheme="minorHAnsi"/>
          <w:i/>
          <w:iCs/>
          <w:sz w:val="16"/>
          <w:szCs w:val="16"/>
        </w:rPr>
        <w:t xml:space="preserve">następujące </w:t>
      </w:r>
      <w:r w:rsidR="002F01E8">
        <w:rPr>
          <w:rFonts w:asciiTheme="minorHAnsi" w:hAnsiTheme="minorHAnsi" w:cstheme="minorHAnsi"/>
          <w:i/>
          <w:iCs/>
          <w:sz w:val="16"/>
          <w:szCs w:val="16"/>
        </w:rPr>
        <w:t>doświadczenie w prowadzeniu doradztwa zawodowego</w:t>
      </w:r>
      <w:r w:rsidR="00886228">
        <w:rPr>
          <w:rFonts w:asciiTheme="minorHAnsi" w:hAnsiTheme="minorHAnsi" w:cstheme="minorHAnsi"/>
          <w:i/>
          <w:iCs/>
          <w:sz w:val="16"/>
          <w:szCs w:val="16"/>
        </w:rPr>
        <w:t xml:space="preserve">: </w:t>
      </w:r>
    </w:p>
    <w:p w14:paraId="4CF7AF37" w14:textId="77777777" w:rsidR="001C168A" w:rsidRDefault="001C168A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3F1C6057" w14:textId="3AE32E67" w:rsidR="002F01E8" w:rsidRDefault="002F01E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12 miesięcy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 xml:space="preserve"> świadczyła usługi doradztwa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w ramach prowadzonej jednoosobowej działalności gospodarcze</w:t>
      </w:r>
    </w:p>
    <w:p w14:paraId="5A20A5B8" w14:textId="47F63ED2" w:rsidR="002F01E8" w:rsidRPr="0022610E" w:rsidRDefault="0088622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18 miesięcy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 xml:space="preserve"> świadczyła usługi doradztwa jako osoba fizyczna </w:t>
      </w:r>
      <w:r>
        <w:rPr>
          <w:rFonts w:asciiTheme="minorHAnsi" w:hAnsiTheme="minorHAnsi" w:cstheme="minorHAnsi"/>
          <w:i/>
          <w:iCs/>
          <w:sz w:val="16"/>
          <w:szCs w:val="16"/>
        </w:rPr>
        <w:t>zatrudnion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>a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w projekcie unijnym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 xml:space="preserve"> w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>ramach umowy zlecenia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5B9F8D2D" w14:textId="1E6E24E7" w:rsidR="00A90613" w:rsidRPr="00886228" w:rsidRDefault="0088622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886228">
        <w:rPr>
          <w:rFonts w:asciiTheme="minorHAnsi" w:hAnsiTheme="minorHAnsi" w:cstheme="minorHAnsi"/>
          <w:i/>
          <w:iCs/>
          <w:sz w:val="16"/>
          <w:szCs w:val="16"/>
        </w:rPr>
        <w:t>1</w:t>
      </w:r>
      <w:r w:rsidR="001C168A">
        <w:rPr>
          <w:rFonts w:asciiTheme="minorHAnsi" w:hAnsiTheme="minorHAnsi" w:cstheme="minorHAnsi"/>
          <w:i/>
          <w:iCs/>
          <w:sz w:val="16"/>
          <w:szCs w:val="16"/>
        </w:rPr>
        <w:t>6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 xml:space="preserve"> miesięcy pracował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>a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 xml:space="preserve"> jako doradca zawodowy w instytucji publicznej 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 xml:space="preserve">w ramach 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>umow</w:t>
      </w:r>
      <w:r w:rsidR="009C680A">
        <w:rPr>
          <w:rFonts w:asciiTheme="minorHAnsi" w:hAnsiTheme="minorHAnsi" w:cstheme="minorHAnsi"/>
          <w:i/>
          <w:iCs/>
          <w:sz w:val="16"/>
          <w:szCs w:val="16"/>
        </w:rPr>
        <w:t>y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 xml:space="preserve"> o pracę</w:t>
      </w:r>
    </w:p>
    <w:p w14:paraId="2E861C06" w14:textId="77777777" w:rsidR="00985A48" w:rsidRDefault="00985A4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62FA7382" w14:textId="4B4FC1A9" w:rsidR="0022610E" w:rsidRDefault="0088622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Ł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>ączna ilość posiadanego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przez osobę wiodącą</w:t>
      </w:r>
      <w:r w:rsidRPr="00886228">
        <w:rPr>
          <w:rFonts w:asciiTheme="minorHAnsi" w:hAnsiTheme="minorHAnsi" w:cstheme="minorHAnsi"/>
          <w:i/>
          <w:iCs/>
          <w:sz w:val="16"/>
          <w:szCs w:val="16"/>
        </w:rPr>
        <w:t xml:space="preserve"> doświadczenia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 xml:space="preserve"> wynosi</w:t>
      </w:r>
      <w:r>
        <w:rPr>
          <w:rFonts w:asciiTheme="minorHAnsi" w:hAnsiTheme="minorHAnsi" w:cstheme="minorHAnsi"/>
          <w:i/>
          <w:iCs/>
          <w:sz w:val="16"/>
          <w:szCs w:val="16"/>
        </w:rPr>
        <w:t>: 12+18+1</w:t>
      </w:r>
      <w:r w:rsidR="001C168A">
        <w:rPr>
          <w:rFonts w:asciiTheme="minorHAnsi" w:hAnsiTheme="minorHAnsi" w:cstheme="minorHAnsi"/>
          <w:i/>
          <w:iCs/>
          <w:sz w:val="16"/>
          <w:szCs w:val="16"/>
        </w:rPr>
        <w:t>6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= </w:t>
      </w:r>
      <w:r w:rsidRPr="00985A48">
        <w:rPr>
          <w:rFonts w:asciiTheme="minorHAnsi" w:hAnsiTheme="minorHAnsi" w:cstheme="minorHAnsi"/>
          <w:b/>
          <w:bCs/>
          <w:i/>
          <w:iCs/>
          <w:sz w:val="16"/>
          <w:szCs w:val="16"/>
        </w:rPr>
        <w:t>4</w:t>
      </w:r>
      <w:r w:rsidR="001C168A">
        <w:rPr>
          <w:rFonts w:asciiTheme="minorHAnsi" w:hAnsiTheme="minorHAnsi" w:cstheme="minorHAnsi"/>
          <w:b/>
          <w:bCs/>
          <w:i/>
          <w:iCs/>
          <w:sz w:val="16"/>
          <w:szCs w:val="16"/>
        </w:rPr>
        <w:t>6</w:t>
      </w:r>
      <w:r w:rsidRPr="00985A48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miesi</w:t>
      </w:r>
      <w:r w:rsidR="001C168A">
        <w:rPr>
          <w:rFonts w:asciiTheme="minorHAnsi" w:hAnsiTheme="minorHAnsi" w:cstheme="minorHAnsi"/>
          <w:b/>
          <w:bCs/>
          <w:i/>
          <w:iCs/>
          <w:sz w:val="16"/>
          <w:szCs w:val="16"/>
        </w:rPr>
        <w:t>ę</w:t>
      </w:r>
      <w:r w:rsidRPr="00985A48">
        <w:rPr>
          <w:rFonts w:asciiTheme="minorHAnsi" w:hAnsiTheme="minorHAnsi" w:cstheme="minorHAnsi"/>
          <w:b/>
          <w:bCs/>
          <w:i/>
          <w:iCs/>
          <w:sz w:val="16"/>
          <w:szCs w:val="16"/>
        </w:rPr>
        <w:t>c</w:t>
      </w:r>
      <w:r w:rsidR="001C168A">
        <w:rPr>
          <w:rFonts w:asciiTheme="minorHAnsi" w:hAnsiTheme="minorHAnsi" w:cstheme="minorHAnsi"/>
          <w:b/>
          <w:bCs/>
          <w:i/>
          <w:iCs/>
          <w:sz w:val="16"/>
          <w:szCs w:val="16"/>
        </w:rPr>
        <w:t>y</w:t>
      </w:r>
    </w:p>
    <w:p w14:paraId="7F4DDBB5" w14:textId="77777777" w:rsidR="00985A48" w:rsidRDefault="00985A48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41EC0D8F" w14:textId="77777777" w:rsidR="00D55025" w:rsidRDefault="009C680A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Zatem na potwierdzenie warunków udziału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w postępowaniu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Wykonawca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musi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wykazać w tabeli nabyte </w:t>
      </w:r>
      <w:r w:rsidR="001029D9" w:rsidRPr="00D55025">
        <w:rPr>
          <w:rFonts w:asciiTheme="minorHAnsi" w:hAnsiTheme="minorHAnsi" w:cstheme="minorHAnsi"/>
          <w:b/>
          <w:bCs/>
          <w:i/>
          <w:iCs/>
          <w:sz w:val="16"/>
          <w:szCs w:val="16"/>
        </w:rPr>
        <w:t>24 miesięczne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doświadczenie tej osoby</w:t>
      </w:r>
      <w:r>
        <w:rPr>
          <w:rFonts w:asciiTheme="minorHAnsi" w:hAnsiTheme="minorHAnsi" w:cstheme="minorHAnsi"/>
          <w:i/>
          <w:iCs/>
          <w:sz w:val="16"/>
          <w:szCs w:val="16"/>
        </w:rPr>
        <w:t>, a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w </w:t>
      </w:r>
      <w:r w:rsidR="00E349BB">
        <w:rPr>
          <w:rFonts w:asciiTheme="minorHAnsi" w:hAnsiTheme="minorHAnsi" w:cstheme="minorHAnsi"/>
          <w:i/>
          <w:iCs/>
          <w:sz w:val="16"/>
          <w:szCs w:val="16"/>
        </w:rPr>
        <w:t>części tabeli dotyczącej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>d</w:t>
      </w:r>
      <w:r>
        <w:rPr>
          <w:rFonts w:asciiTheme="minorHAnsi" w:hAnsiTheme="minorHAnsi" w:cstheme="minorHAnsi"/>
          <w:i/>
          <w:iCs/>
          <w:sz w:val="16"/>
          <w:szCs w:val="16"/>
        </w:rPr>
        <w:t>oświadczeni</w:t>
      </w:r>
      <w:r w:rsidR="00E349BB">
        <w:rPr>
          <w:rFonts w:asciiTheme="minorHAnsi" w:hAnsiTheme="minorHAnsi" w:cstheme="minorHAnsi"/>
          <w:i/>
          <w:iCs/>
          <w:sz w:val="16"/>
          <w:szCs w:val="16"/>
        </w:rPr>
        <w:t>a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ponad wymagane na potwierdzenie warunków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 xml:space="preserve"> udziału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Wykonawca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 xml:space="preserve"> może </w:t>
      </w:r>
      <w:r w:rsidR="001029D9">
        <w:rPr>
          <w:rFonts w:asciiTheme="minorHAnsi" w:hAnsiTheme="minorHAnsi" w:cstheme="minorHAnsi"/>
          <w:i/>
          <w:iCs/>
          <w:sz w:val="16"/>
          <w:szCs w:val="16"/>
        </w:rPr>
        <w:t>wykazać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520C1316" w14:textId="67894EBE" w:rsidR="009C680A" w:rsidRDefault="001C168A" w:rsidP="00D55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  <w:tab w:val="left" w:pos="790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6"/>
          <w:szCs w:val="16"/>
        </w:rPr>
        <w:t>22</w:t>
      </w:r>
      <w:r w:rsidR="009C680A" w:rsidRPr="00D55025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</w:t>
      </w:r>
      <w:r w:rsidR="001029D9" w:rsidRPr="00D55025">
        <w:rPr>
          <w:rFonts w:asciiTheme="minorHAnsi" w:hAnsiTheme="minorHAnsi" w:cstheme="minorHAnsi"/>
          <w:b/>
          <w:bCs/>
          <w:i/>
          <w:iCs/>
          <w:sz w:val="16"/>
          <w:szCs w:val="16"/>
        </w:rPr>
        <w:t>miesięczne</w:t>
      </w:r>
      <w:r w:rsidR="00E349BB">
        <w:rPr>
          <w:rFonts w:asciiTheme="minorHAnsi" w:hAnsiTheme="minorHAnsi" w:cstheme="minorHAnsi"/>
          <w:i/>
          <w:iCs/>
          <w:sz w:val="16"/>
          <w:szCs w:val="16"/>
        </w:rPr>
        <w:t xml:space="preserve"> doświadczenie tej osoby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 xml:space="preserve"> (4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6 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>-24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>=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22</w:t>
      </w:r>
      <w:r w:rsidR="00985A48">
        <w:rPr>
          <w:rFonts w:asciiTheme="minorHAnsi" w:hAnsiTheme="minorHAnsi" w:cstheme="minorHAnsi"/>
          <w:i/>
          <w:iCs/>
          <w:sz w:val="16"/>
          <w:szCs w:val="16"/>
        </w:rPr>
        <w:t xml:space="preserve">), </w:t>
      </w:r>
      <w:r w:rsidR="00D55025">
        <w:rPr>
          <w:rFonts w:asciiTheme="minorHAnsi" w:hAnsiTheme="minorHAnsi" w:cstheme="minorHAnsi"/>
          <w:i/>
          <w:iCs/>
          <w:sz w:val="16"/>
          <w:szCs w:val="16"/>
        </w:rPr>
        <w:t>które to będzie podlegało ocenie w kryterium „doświadczenie osoby skierowanej do realizacji zamówienia”</w:t>
      </w:r>
      <w:r>
        <w:rPr>
          <w:rFonts w:asciiTheme="minorHAnsi" w:hAnsiTheme="minorHAnsi" w:cstheme="minorHAnsi"/>
          <w:i/>
          <w:iCs/>
          <w:sz w:val="16"/>
          <w:szCs w:val="16"/>
        </w:rPr>
        <w:t>.</w:t>
      </w:r>
    </w:p>
    <w:p w14:paraId="38588AEC" w14:textId="77777777" w:rsidR="00D55025" w:rsidRPr="00886228" w:rsidRDefault="00D55025" w:rsidP="00092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15"/>
        </w:tabs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2DBDE0ED" w14:textId="052524D6" w:rsidR="0022610E" w:rsidRDefault="0022610E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7D02E07C" w14:textId="726ADE78" w:rsidR="000E10FA" w:rsidRDefault="000E10FA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08E59151" w14:textId="41090EE6" w:rsidR="000E10FA" w:rsidRDefault="000E10FA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138D667F" w14:textId="32A1E0EB" w:rsidR="006A21B3" w:rsidRDefault="006A21B3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073E557E" w14:textId="77777777" w:rsidR="006A21B3" w:rsidRDefault="006A21B3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494811F8" w14:textId="6CE641DD" w:rsidR="000E10FA" w:rsidRDefault="000E10FA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5879B544" w14:textId="502BE6D1" w:rsidR="000E10FA" w:rsidRDefault="000E10FA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3F42B618" w14:textId="77777777" w:rsidR="000E10FA" w:rsidRDefault="000E10FA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3974"/>
        <w:gridCol w:w="3685"/>
      </w:tblGrid>
      <w:tr w:rsidR="00EF0FF6" w:rsidRPr="001F7423" w14:paraId="6DD4DD30" w14:textId="77777777" w:rsidTr="00DE3541">
        <w:trPr>
          <w:trHeight w:val="411"/>
          <w:jc w:val="center"/>
        </w:trPr>
        <w:tc>
          <w:tcPr>
            <w:tcW w:w="562" w:type="dxa"/>
            <w:shd w:val="clear" w:color="auto" w:fill="F2F2F2" w:themeFill="background1" w:themeFillShade="F2"/>
          </w:tcPr>
          <w:p w14:paraId="57B99FD0" w14:textId="77777777" w:rsidR="00EF0FF6" w:rsidRPr="001F7423" w:rsidRDefault="00EF0FF6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F7423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23102EC" w14:textId="77777777" w:rsidR="00DE3541" w:rsidRPr="005F1CCE" w:rsidRDefault="00EF0FF6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F7423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Imię i nazwisko </w:t>
            </w:r>
            <w:r w:rsidRPr="005F1CCE"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  <w:t>kolejnej</w:t>
            </w:r>
            <w:r w:rsidRPr="005F1CC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osoby</w:t>
            </w:r>
            <w:r w:rsidR="00DE3541" w:rsidRPr="005F1CC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2FE3535D" w14:textId="2D49CCEF" w:rsidR="00EF0FF6" w:rsidRPr="005F1CCE" w:rsidRDefault="00DE3541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F1CCE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(jeśli dotyczy)</w:t>
            </w:r>
          </w:p>
          <w:p w14:paraId="3F01F040" w14:textId="77777777" w:rsidR="00EF0FF6" w:rsidRDefault="00EF0FF6" w:rsidP="00D529F2">
            <w:pPr>
              <w:rPr>
                <w:rFonts w:asciiTheme="minorHAnsi" w:eastAsia="Calibri" w:hAnsiTheme="minorHAnsi" w:cstheme="minorHAnsi"/>
                <w:i/>
                <w:sz w:val="16"/>
                <w:szCs w:val="16"/>
              </w:rPr>
            </w:pPr>
          </w:p>
          <w:p w14:paraId="7030F04D" w14:textId="51E8BD34" w:rsidR="00EF0FF6" w:rsidRPr="001F7423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974" w:type="dxa"/>
            <w:shd w:val="clear" w:color="auto" w:fill="F2F2F2" w:themeFill="background1" w:themeFillShade="F2"/>
          </w:tcPr>
          <w:p w14:paraId="207FAE0A" w14:textId="77777777" w:rsidR="00EF0FF6" w:rsidRPr="001F7423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Wykształcenie</w:t>
            </w:r>
          </w:p>
          <w:p w14:paraId="5D44770B" w14:textId="77777777" w:rsidR="00EF0FF6" w:rsidRPr="00C33882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338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(Wpisać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rodzaj ukończonych studiów wyższych lub podyplomowych w zakresie doradztwa zawodowego wraz z podaniem nazwy Uczelni)</w:t>
            </w:r>
          </w:p>
          <w:p w14:paraId="2697D0CA" w14:textId="77777777" w:rsidR="00EF0FF6" w:rsidRPr="001F7423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F2F2F2" w:themeFill="background1" w:themeFillShade="F2"/>
          </w:tcPr>
          <w:p w14:paraId="2931AF86" w14:textId="3733D578" w:rsidR="00EF0FF6" w:rsidRPr="001F7423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F742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Podstawa dysponowania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osobą</w:t>
            </w:r>
            <w:r w:rsidRPr="001F742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72276EDC" w14:textId="77777777" w:rsidR="00EF0FF6" w:rsidRPr="00C33882" w:rsidRDefault="00EF0FF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F0FF6" w:rsidRPr="00EF0FF6" w14:paraId="1001A5AD" w14:textId="77777777" w:rsidTr="00DE3541">
        <w:trPr>
          <w:trHeight w:val="457"/>
          <w:jc w:val="center"/>
        </w:trPr>
        <w:tc>
          <w:tcPr>
            <w:tcW w:w="562" w:type="dxa"/>
          </w:tcPr>
          <w:p w14:paraId="1A36709A" w14:textId="77777777" w:rsidR="00EF0FF6" w:rsidRPr="00EF0FF6" w:rsidRDefault="00EF0FF6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EF0FF6">
              <w:rPr>
                <w:rFonts w:asciiTheme="minorHAnsi" w:eastAsia="Calibr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14:paraId="619DEA99" w14:textId="77777777" w:rsidR="00EF0FF6" w:rsidRPr="00EF0FF6" w:rsidRDefault="00EF0FF6" w:rsidP="00D529F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28E2F85" w14:textId="77777777" w:rsidR="00EF0FF6" w:rsidRPr="00EF0FF6" w:rsidRDefault="00EF0FF6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  <w:tc>
          <w:tcPr>
            <w:tcW w:w="3974" w:type="dxa"/>
          </w:tcPr>
          <w:p w14:paraId="03C1FF5A" w14:textId="77777777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</w:tcPr>
          <w:p w14:paraId="446DC0BD" w14:textId="1D0BCE57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EF0FF6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brak (osoba fizyczna nie prowadząca działalności gospodarczej)</w:t>
            </w:r>
          </w:p>
          <w:p w14:paraId="4187F078" w14:textId="77777777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EF0FF6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umowa</w:t>
            </w:r>
            <w:r w:rsidRPr="00EF0FF6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o pracę</w:t>
            </w:r>
          </w:p>
          <w:p w14:paraId="17211552" w14:textId="77777777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EF0FF6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umowa zlecenie/o dzieło</w:t>
            </w:r>
          </w:p>
          <w:p w14:paraId="6B3BA994" w14:textId="77777777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EF0FF6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samozatrudnienie (w przypadku prowadzenia jednoosobowej działalności gospodarczej lub wspólnika spółki  cywilnej)</w:t>
            </w:r>
          </w:p>
          <w:p w14:paraId="6AE574D8" w14:textId="68F7916E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□</w:t>
            </w:r>
            <w:r w:rsidRPr="00EF0FF6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 xml:space="preserve">* 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inna (jaka?) …………………………………………</w:t>
            </w:r>
          </w:p>
          <w:p w14:paraId="7FC079D3" w14:textId="7C932124" w:rsidR="00EF0FF6" w:rsidRPr="00EF0FF6" w:rsidRDefault="00EF0FF6" w:rsidP="00D529F2">
            <w:pPr>
              <w:pStyle w:val="normaltableau"/>
              <w:spacing w:after="0"/>
              <w:jc w:val="left"/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</w:pP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>………………………………………………………..………..</w:t>
            </w:r>
            <w:r w:rsidRPr="00EF0FF6">
              <w:rPr>
                <w:rFonts w:ascii="Calibri" w:eastAsiaTheme="minorHAnsi" w:hAnsi="Calibri" w:cstheme="minorBidi"/>
                <w:sz w:val="16"/>
                <w:szCs w:val="16"/>
                <w:lang w:val="pl-PL" w:eastAsia="en-US"/>
              </w:rPr>
              <w:tab/>
            </w:r>
          </w:p>
          <w:p w14:paraId="160EA17F" w14:textId="77777777" w:rsidR="00EF0FF6" w:rsidRPr="00EF0FF6" w:rsidRDefault="00EF0FF6" w:rsidP="00D529F2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A5632C5" w14:textId="77777777" w:rsidR="00EF0FF6" w:rsidRPr="00EF0FF6" w:rsidRDefault="00EF0FF6" w:rsidP="00D529F2">
            <w:pPr>
              <w:suppressAutoHyphens/>
              <w:rPr>
                <w:rFonts w:asciiTheme="minorHAnsi" w:hAnsiTheme="minorHAnsi" w:cstheme="minorHAnsi"/>
                <w:sz w:val="16"/>
                <w:szCs w:val="16"/>
                <w:lang w:eastAsia="ar-SA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* 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zakreślić odpowiedni kwadrat</w:t>
            </w:r>
          </w:p>
          <w:p w14:paraId="67E67ACB" w14:textId="77777777" w:rsidR="00EF0FF6" w:rsidRPr="00EF0FF6" w:rsidRDefault="00EF0FF6" w:rsidP="00D529F2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F0FF6" w:rsidRPr="00EF0FF6" w14:paraId="7F7B1082" w14:textId="77777777" w:rsidTr="00D529F2">
        <w:trPr>
          <w:trHeight w:val="457"/>
          <w:jc w:val="center"/>
        </w:trPr>
        <w:tc>
          <w:tcPr>
            <w:tcW w:w="6237" w:type="dxa"/>
            <w:gridSpan w:val="3"/>
          </w:tcPr>
          <w:p w14:paraId="2A3D8EDA" w14:textId="1A61832D" w:rsidR="00912CFB" w:rsidRPr="00EF0FF6" w:rsidRDefault="00BD75C6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Zakres doradztwa </w:t>
            </w:r>
            <w:r w:rsidR="00912CFB"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zawodowego na potwierdzenie warunków udziału w postępowaniu </w:t>
            </w:r>
          </w:p>
          <w:p w14:paraId="169E1318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94F47A6" w14:textId="02D69D28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(</w:t>
            </w:r>
            <w:r w:rsidR="001E2DE0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Wykaz zrealizowanego doradztwa zawodowego w ciągu ostatnich 10 lat przed upływem terminu składania ofert </w:t>
            </w:r>
            <w:r w:rsidR="001E2DE0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wraz z krótkim opisem  (grupy docelowe </w:t>
            </w:r>
            <w:r w:rsidR="00140DDF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o</w:t>
            </w:r>
            <w:r w:rsidR="001E2DE0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raz podmioty </w:t>
            </w:r>
            <w:r w:rsidR="0015158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na zlecenie</w:t>
            </w:r>
            <w:r w:rsidR="001E2DE0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których było prowadzone doradztwo zawodowe)</w:t>
            </w:r>
          </w:p>
        </w:tc>
        <w:tc>
          <w:tcPr>
            <w:tcW w:w="3685" w:type="dxa"/>
          </w:tcPr>
          <w:p w14:paraId="017C9389" w14:textId="23879CF4" w:rsidR="00912CFB" w:rsidRPr="00EF0FF6" w:rsidRDefault="00BD75C6" w:rsidP="00BD75C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Okres realizacji</w:t>
            </w:r>
          </w:p>
          <w:p w14:paraId="23349549" w14:textId="249D12CF" w:rsidR="00912CFB" w:rsidRPr="00EF0FF6" w:rsidRDefault="00912CFB" w:rsidP="00BD75C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(od – do)</w:t>
            </w:r>
          </w:p>
          <w:p w14:paraId="334FD2EF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4612BFA" w14:textId="77777777" w:rsidR="001E2DE0" w:rsidRPr="00EF0FF6" w:rsidRDefault="001E2DE0" w:rsidP="001E2D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Wykazać łącznie (bez względu na formę zatrudnienia) co najmniej 24 miesięczne doświadczenie nabyte w ciągu ostatnich 10 lat przed upływem terminu składania ofert</w:t>
            </w:r>
          </w:p>
          <w:p w14:paraId="1A09A7E7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F0FF6" w:rsidRPr="00EF0FF6" w14:paraId="66E2489E" w14:textId="77777777" w:rsidTr="00D529F2">
        <w:trPr>
          <w:trHeight w:val="2120"/>
          <w:jc w:val="center"/>
        </w:trPr>
        <w:tc>
          <w:tcPr>
            <w:tcW w:w="6237" w:type="dxa"/>
            <w:gridSpan w:val="3"/>
          </w:tcPr>
          <w:p w14:paraId="2F354DA4" w14:textId="77777777" w:rsidR="00912CFB" w:rsidRPr="00EF0FF6" w:rsidRDefault="00912CFB" w:rsidP="00D529F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2AF058EF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  <w:p w14:paraId="61907FD2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F848190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  <w:p w14:paraId="196B6F32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49958AA2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  <w:p w14:paraId="08F44EE8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F83DCE5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4.</w:t>
            </w:r>
          </w:p>
          <w:p w14:paraId="20BE0307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486E21C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</w:tc>
        <w:tc>
          <w:tcPr>
            <w:tcW w:w="3685" w:type="dxa"/>
          </w:tcPr>
          <w:p w14:paraId="359D1959" w14:textId="77777777" w:rsidR="00912CFB" w:rsidRPr="00EF0FF6" w:rsidRDefault="00912CFB" w:rsidP="00D529F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EF0FF6" w:rsidRPr="00EF0FF6" w14:paraId="434220F5" w14:textId="77777777" w:rsidTr="00D529F2">
        <w:trPr>
          <w:trHeight w:val="1353"/>
          <w:jc w:val="center"/>
        </w:trPr>
        <w:tc>
          <w:tcPr>
            <w:tcW w:w="6237" w:type="dxa"/>
            <w:gridSpan w:val="3"/>
          </w:tcPr>
          <w:p w14:paraId="1208B4B6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>Doświadczenie w prowadzeniu doradztwa zawodowego ponad doświadczenie wymagane na potwierdzenie warunku udziału w postępowaniu</w:t>
            </w:r>
          </w:p>
          <w:p w14:paraId="73095F63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499D5EC9" w14:textId="04D92680" w:rsidR="00912CFB" w:rsidRPr="00EF0FF6" w:rsidRDefault="001E2DE0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(Wykaz zrealizowanego doradztwa zawodowego w ciągu ostatnich 10 lat przed upływem terminu składania ofert 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wraz z krótkim opisem (grupy docelowe </w:t>
            </w:r>
            <w:r w:rsidR="00140DDF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o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raz podmioty</w:t>
            </w:r>
            <w:r w:rsidR="0015158B"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na zlecenie</w:t>
            </w:r>
            <w:r w:rsidRPr="00EF0FF6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których było prowadzone doradztwo zawodowe)</w:t>
            </w:r>
          </w:p>
        </w:tc>
        <w:tc>
          <w:tcPr>
            <w:tcW w:w="3685" w:type="dxa"/>
          </w:tcPr>
          <w:p w14:paraId="354A2EBF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Termin prowadzenia doradztwa zawodowego </w:t>
            </w:r>
          </w:p>
          <w:p w14:paraId="79F0142C" w14:textId="77777777" w:rsidR="00912CFB" w:rsidRPr="00EF0FF6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(od – do)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0868FC39" w14:textId="77777777" w:rsidR="001E2DE0" w:rsidRPr="00EF0FF6" w:rsidRDefault="001E2DE0" w:rsidP="001E2D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412DA9E" w14:textId="371E32D1" w:rsidR="001E2DE0" w:rsidRPr="00EF0FF6" w:rsidRDefault="001E2DE0" w:rsidP="001E2DE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Wykazać łącznie</w:t>
            </w:r>
            <w:r w:rsidR="00140DDF"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EF0FF6">
              <w:rPr>
                <w:rFonts w:asciiTheme="minorHAnsi" w:hAnsiTheme="minorHAnsi" w:cstheme="minorHAnsi"/>
                <w:i/>
                <w:sz w:val="16"/>
                <w:szCs w:val="16"/>
              </w:rPr>
              <w:t>(bez względu na formę zatrudnienia) ilość miesięcy doświadczenia (ponad wymagane na potwierdzenie warunku udziału w postępowaniu) nabyte w ciągu ostatnich 10 lat przed upływem terminu składania ofert</w:t>
            </w:r>
          </w:p>
          <w:p w14:paraId="0A42E46F" w14:textId="43B078B0" w:rsidR="00912CFB" w:rsidRPr="00EF0FF6" w:rsidRDefault="00912CFB" w:rsidP="00D529F2">
            <w:pPr>
              <w:pStyle w:val="normaltableau"/>
              <w:spacing w:after="0"/>
              <w:jc w:val="left"/>
              <w:rPr>
                <w:rFonts w:asciiTheme="minorHAnsi" w:hAnsiTheme="minorHAnsi" w:cstheme="minorHAnsi"/>
                <w:i/>
                <w:sz w:val="16"/>
                <w:szCs w:val="16"/>
                <w:lang w:val="pl-PL"/>
              </w:rPr>
            </w:pPr>
          </w:p>
        </w:tc>
      </w:tr>
      <w:tr w:rsidR="00912CFB" w:rsidRPr="001F7423" w14:paraId="5D37B36E" w14:textId="77777777" w:rsidTr="00DE3541">
        <w:trPr>
          <w:trHeight w:val="2060"/>
          <w:jc w:val="center"/>
        </w:trPr>
        <w:tc>
          <w:tcPr>
            <w:tcW w:w="6237" w:type="dxa"/>
            <w:gridSpan w:val="3"/>
          </w:tcPr>
          <w:p w14:paraId="5AF73E67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1.</w:t>
            </w:r>
          </w:p>
          <w:p w14:paraId="5A21E8BB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1EA3CAD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2.</w:t>
            </w:r>
          </w:p>
          <w:p w14:paraId="7226A484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4F825CD4" w14:textId="77777777" w:rsidR="00912CFB" w:rsidRPr="00F77381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3.</w:t>
            </w:r>
          </w:p>
          <w:p w14:paraId="57301B0A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B8A294B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F77381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2E5F1A35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F6D24B8" w14:textId="77777777" w:rsidR="00912CFB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5.</w:t>
            </w:r>
          </w:p>
          <w:p w14:paraId="792686D3" w14:textId="77777777" w:rsidR="00DE3541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60F40A4" w14:textId="77777777" w:rsidR="00DE3541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222FB450" w14:textId="77777777" w:rsidR="00DE3541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B2527A6" w14:textId="77777777" w:rsidR="00DE3541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17D35C1" w14:textId="77777777" w:rsidR="00DE3541" w:rsidRPr="001F7423" w:rsidRDefault="00DE3541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85" w:type="dxa"/>
          </w:tcPr>
          <w:p w14:paraId="0B83E011" w14:textId="77777777" w:rsidR="00912CFB" w:rsidRPr="00101F48" w:rsidRDefault="00912CFB" w:rsidP="00D529F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6EBDBBA5" w14:textId="77777777" w:rsidR="00527CD6" w:rsidRDefault="00527CD6" w:rsidP="00912CFB">
      <w:pPr>
        <w:tabs>
          <w:tab w:val="left" w:pos="1215"/>
        </w:tabs>
        <w:jc w:val="both"/>
        <w:rPr>
          <w:rFonts w:asciiTheme="minorHAnsi" w:hAnsiTheme="minorHAnsi" w:cstheme="minorHAnsi"/>
        </w:rPr>
      </w:pPr>
    </w:p>
    <w:p w14:paraId="30956522" w14:textId="527F0A5F" w:rsidR="00912CFB" w:rsidRPr="00837C3A" w:rsidRDefault="00912CFB" w:rsidP="0022610E">
      <w:pPr>
        <w:tabs>
          <w:tab w:val="left" w:pos="1215"/>
        </w:tabs>
        <w:jc w:val="both"/>
        <w:rPr>
          <w:rFonts w:asciiTheme="minorHAnsi" w:hAnsiTheme="minorHAnsi" w:cstheme="minorHAnsi"/>
        </w:rPr>
      </w:pPr>
      <w:r w:rsidRPr="00837C3A">
        <w:rPr>
          <w:rFonts w:asciiTheme="minorHAnsi" w:hAnsiTheme="minorHAnsi" w:cstheme="minorHAnsi"/>
        </w:rPr>
        <w:lastRenderedPageBreak/>
        <w:t>Oświadczam, że wszystkie powyższe informacje są aktualne i zgodne z prawdą oraz, że zostały przedstawione z pełna świadomością konsekwencji wprowadzenia Zamawiającego w błąd przy przedstawianiu informacji.</w:t>
      </w:r>
    </w:p>
    <w:p w14:paraId="6E558764" w14:textId="77777777" w:rsidR="00912CFB" w:rsidRDefault="00912CFB" w:rsidP="00912CFB">
      <w:pPr>
        <w:tabs>
          <w:tab w:val="left" w:pos="-2160"/>
          <w:tab w:val="center" w:pos="4535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6237F073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1065FD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Miejscowość, data: ………………………………………</w:t>
      </w:r>
    </w:p>
    <w:p w14:paraId="6B255833" w14:textId="77777777" w:rsidR="00912CFB" w:rsidRDefault="00912CFB" w:rsidP="00912CFB">
      <w:pPr>
        <w:framePr w:w="6721" w:h="1602" w:hRule="exact" w:hSpace="141" w:wrap="around" w:vAnchor="text" w:hAnchor="page" w:x="4463" w:y="208"/>
        <w:jc w:val="center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.....................................................................................</w:t>
      </w:r>
    </w:p>
    <w:p w14:paraId="12B58CB3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Podpis Wykonawcy lub osoby/osób umocowanej </w:t>
      </w:r>
    </w:p>
    <w:p w14:paraId="59E35F5B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do reprezentowania Wykonawcy(ów)</w:t>
      </w:r>
    </w:p>
    <w:p w14:paraId="02CE05F9" w14:textId="77777777" w:rsidR="00912CFB" w:rsidRDefault="00912CFB" w:rsidP="00912CFB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34C7C1C1" w14:textId="720C4E07" w:rsidR="00912CFB" w:rsidRDefault="00912CFB" w:rsidP="00912CFB">
      <w:pPr>
        <w:rPr>
          <w:rFonts w:asciiTheme="minorHAnsi" w:hAnsiTheme="minorHAnsi" w:cstheme="minorHAnsi"/>
          <w:b/>
        </w:rPr>
      </w:pPr>
    </w:p>
    <w:p w14:paraId="6E60C79A" w14:textId="77777777" w:rsidR="00912CFB" w:rsidRDefault="00912CFB" w:rsidP="00912CFB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</w:t>
      </w:r>
    </w:p>
    <w:p w14:paraId="11D66286" w14:textId="77777777" w:rsidR="00912CFB" w:rsidRDefault="00912CFB" w:rsidP="00912CFB">
      <w:pPr>
        <w:jc w:val="right"/>
        <w:rPr>
          <w:rFonts w:asciiTheme="minorHAnsi" w:hAnsiTheme="minorHAnsi" w:cstheme="minorHAnsi"/>
          <w:b/>
        </w:rPr>
      </w:pPr>
    </w:p>
    <w:p w14:paraId="688E60A8" w14:textId="77777777" w:rsidR="00912CFB" w:rsidRDefault="00912CFB" w:rsidP="00912CFB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</w:p>
    <w:p w14:paraId="391EECCA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726EE077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2A62254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A7FB5F9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912CFB" w:rsidSect="00EF403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751AB" w14:textId="77777777" w:rsidR="00892981" w:rsidRDefault="00892981">
      <w:r>
        <w:separator/>
      </w:r>
    </w:p>
  </w:endnote>
  <w:endnote w:type="continuationSeparator" w:id="0">
    <w:p w14:paraId="1738C2AD" w14:textId="77777777" w:rsidR="00892981" w:rsidRDefault="0089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122710" w:rsidRDefault="00122710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122710" w:rsidRDefault="00122710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122710" w:rsidRPr="00756DDC" w:rsidRDefault="00122710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122710" w:rsidRDefault="00122710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122710" w:rsidRDefault="00122710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122710" w:rsidRPr="009C597C" w:rsidRDefault="00122710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59A8" w14:textId="77777777" w:rsidR="00892981" w:rsidRDefault="00892981">
      <w:r>
        <w:separator/>
      </w:r>
    </w:p>
  </w:footnote>
  <w:footnote w:type="continuationSeparator" w:id="0">
    <w:p w14:paraId="1BF50123" w14:textId="77777777" w:rsidR="00892981" w:rsidRDefault="0089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122710" w:rsidRDefault="00122710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122710" w:rsidRDefault="0012271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122710" w:rsidRPr="000A666E" w:rsidRDefault="0012271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DE3541" w:rsidRPr="00DE3541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122710" w:rsidRPr="000A666E" w:rsidRDefault="0012271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DE3541" w:rsidRPr="00DE3541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1FEB3F4C"/>
    <w:multiLevelType w:val="multilevel"/>
    <w:tmpl w:val="174E940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E6D7D"/>
    <w:multiLevelType w:val="hybridMultilevel"/>
    <w:tmpl w:val="11262204"/>
    <w:lvl w:ilvl="0" w:tplc="308A79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3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15"/>
  </w:num>
  <w:num w:numId="5">
    <w:abstractNumId w:val="9"/>
  </w:num>
  <w:num w:numId="6">
    <w:abstractNumId w:val="17"/>
  </w:num>
  <w:num w:numId="7">
    <w:abstractNumId w:val="27"/>
  </w:num>
  <w:num w:numId="8">
    <w:abstractNumId w:val="0"/>
  </w:num>
  <w:num w:numId="9">
    <w:abstractNumId w:val="30"/>
  </w:num>
  <w:num w:numId="10">
    <w:abstractNumId w:val="20"/>
  </w:num>
  <w:num w:numId="11">
    <w:abstractNumId w:val="13"/>
  </w:num>
  <w:num w:numId="12">
    <w:abstractNumId w:val="3"/>
  </w:num>
  <w:num w:numId="13">
    <w:abstractNumId w:val="1"/>
  </w:num>
  <w:num w:numId="14">
    <w:abstractNumId w:val="21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31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8"/>
  </w:num>
  <w:num w:numId="25">
    <w:abstractNumId w:val="19"/>
  </w:num>
  <w:num w:numId="26">
    <w:abstractNumId w:val="29"/>
  </w:num>
  <w:num w:numId="27">
    <w:abstractNumId w:val="7"/>
  </w:num>
  <w:num w:numId="28">
    <w:abstractNumId w:val="23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48A3"/>
    <w:rsid w:val="00005E12"/>
    <w:rsid w:val="0000603E"/>
    <w:rsid w:val="00013CEC"/>
    <w:rsid w:val="0002262B"/>
    <w:rsid w:val="00035913"/>
    <w:rsid w:val="0003673D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92FA2"/>
    <w:rsid w:val="000A666E"/>
    <w:rsid w:val="000B0EA4"/>
    <w:rsid w:val="000B303E"/>
    <w:rsid w:val="000B7821"/>
    <w:rsid w:val="000C3E67"/>
    <w:rsid w:val="000C3F4B"/>
    <w:rsid w:val="000C4B0B"/>
    <w:rsid w:val="000D283E"/>
    <w:rsid w:val="000D5D1E"/>
    <w:rsid w:val="000D66F7"/>
    <w:rsid w:val="000D797C"/>
    <w:rsid w:val="000E10FA"/>
    <w:rsid w:val="000E2526"/>
    <w:rsid w:val="000E6D57"/>
    <w:rsid w:val="000F5DCE"/>
    <w:rsid w:val="000F6BFF"/>
    <w:rsid w:val="00100777"/>
    <w:rsid w:val="00100DBB"/>
    <w:rsid w:val="001029D9"/>
    <w:rsid w:val="0010778A"/>
    <w:rsid w:val="00107987"/>
    <w:rsid w:val="00114083"/>
    <w:rsid w:val="00114384"/>
    <w:rsid w:val="00115D6D"/>
    <w:rsid w:val="001179E0"/>
    <w:rsid w:val="00122710"/>
    <w:rsid w:val="001249C8"/>
    <w:rsid w:val="00124D4A"/>
    <w:rsid w:val="00125B51"/>
    <w:rsid w:val="00130B23"/>
    <w:rsid w:val="0013215E"/>
    <w:rsid w:val="00134E9F"/>
    <w:rsid w:val="00140780"/>
    <w:rsid w:val="00140DDF"/>
    <w:rsid w:val="00141B14"/>
    <w:rsid w:val="00150ED1"/>
    <w:rsid w:val="0015158B"/>
    <w:rsid w:val="00151D5A"/>
    <w:rsid w:val="001554BA"/>
    <w:rsid w:val="00155CF5"/>
    <w:rsid w:val="001563C4"/>
    <w:rsid w:val="00156C2E"/>
    <w:rsid w:val="00157E42"/>
    <w:rsid w:val="00161C9A"/>
    <w:rsid w:val="0017018D"/>
    <w:rsid w:val="00170984"/>
    <w:rsid w:val="00170E04"/>
    <w:rsid w:val="0017147B"/>
    <w:rsid w:val="001720CE"/>
    <w:rsid w:val="001819B5"/>
    <w:rsid w:val="00197D99"/>
    <w:rsid w:val="001A151E"/>
    <w:rsid w:val="001A2A1B"/>
    <w:rsid w:val="001B210F"/>
    <w:rsid w:val="001B3942"/>
    <w:rsid w:val="001B79DE"/>
    <w:rsid w:val="001C168A"/>
    <w:rsid w:val="001C6294"/>
    <w:rsid w:val="001D088F"/>
    <w:rsid w:val="001D4106"/>
    <w:rsid w:val="001E2DE0"/>
    <w:rsid w:val="001E3B5B"/>
    <w:rsid w:val="001E4EC1"/>
    <w:rsid w:val="001F09A7"/>
    <w:rsid w:val="001F64E0"/>
    <w:rsid w:val="001F68A5"/>
    <w:rsid w:val="002078BE"/>
    <w:rsid w:val="002205E9"/>
    <w:rsid w:val="00222FDF"/>
    <w:rsid w:val="0022610E"/>
    <w:rsid w:val="00230942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3582"/>
    <w:rsid w:val="00294112"/>
    <w:rsid w:val="0029525C"/>
    <w:rsid w:val="002A342F"/>
    <w:rsid w:val="002B5815"/>
    <w:rsid w:val="002C06C5"/>
    <w:rsid w:val="002C2283"/>
    <w:rsid w:val="002C4CD0"/>
    <w:rsid w:val="002C6347"/>
    <w:rsid w:val="002D0535"/>
    <w:rsid w:val="002D405C"/>
    <w:rsid w:val="002D532A"/>
    <w:rsid w:val="002E11C5"/>
    <w:rsid w:val="002E3B39"/>
    <w:rsid w:val="002F01E8"/>
    <w:rsid w:val="002F415D"/>
    <w:rsid w:val="002F4CA2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3421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80A69"/>
    <w:rsid w:val="00385D13"/>
    <w:rsid w:val="00391CE5"/>
    <w:rsid w:val="00397E97"/>
    <w:rsid w:val="003A1DB1"/>
    <w:rsid w:val="003B12EE"/>
    <w:rsid w:val="003B2177"/>
    <w:rsid w:val="003B425A"/>
    <w:rsid w:val="003B4919"/>
    <w:rsid w:val="003B6B87"/>
    <w:rsid w:val="003C1913"/>
    <w:rsid w:val="003C554F"/>
    <w:rsid w:val="003C75F2"/>
    <w:rsid w:val="003D0103"/>
    <w:rsid w:val="003D059C"/>
    <w:rsid w:val="003D063D"/>
    <w:rsid w:val="003D17CC"/>
    <w:rsid w:val="003D3661"/>
    <w:rsid w:val="003D589B"/>
    <w:rsid w:val="003E5804"/>
    <w:rsid w:val="003F0F8B"/>
    <w:rsid w:val="003F654D"/>
    <w:rsid w:val="0040149C"/>
    <w:rsid w:val="004027F0"/>
    <w:rsid w:val="00403A8A"/>
    <w:rsid w:val="00404B35"/>
    <w:rsid w:val="004066F5"/>
    <w:rsid w:val="00406F26"/>
    <w:rsid w:val="00414478"/>
    <w:rsid w:val="0041458F"/>
    <w:rsid w:val="00422775"/>
    <w:rsid w:val="004271C6"/>
    <w:rsid w:val="004327FE"/>
    <w:rsid w:val="00437F2C"/>
    <w:rsid w:val="004444C3"/>
    <w:rsid w:val="0045085A"/>
    <w:rsid w:val="004577E6"/>
    <w:rsid w:val="00463AC0"/>
    <w:rsid w:val="00465FC9"/>
    <w:rsid w:val="00467231"/>
    <w:rsid w:val="004736AB"/>
    <w:rsid w:val="00473EA3"/>
    <w:rsid w:val="00477BA3"/>
    <w:rsid w:val="00483C1A"/>
    <w:rsid w:val="00485137"/>
    <w:rsid w:val="004861BD"/>
    <w:rsid w:val="00490387"/>
    <w:rsid w:val="00492BD3"/>
    <w:rsid w:val="00495971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4054"/>
    <w:rsid w:val="004F798B"/>
    <w:rsid w:val="00502640"/>
    <w:rsid w:val="00511D7B"/>
    <w:rsid w:val="005172F2"/>
    <w:rsid w:val="0052111D"/>
    <w:rsid w:val="005227A2"/>
    <w:rsid w:val="00526890"/>
    <w:rsid w:val="00527CD6"/>
    <w:rsid w:val="00530A5C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444"/>
    <w:rsid w:val="005A0BC7"/>
    <w:rsid w:val="005A14FB"/>
    <w:rsid w:val="005A1BBF"/>
    <w:rsid w:val="005A41EC"/>
    <w:rsid w:val="005B1D1B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1CCE"/>
    <w:rsid w:val="005F7040"/>
    <w:rsid w:val="005F7323"/>
    <w:rsid w:val="00601746"/>
    <w:rsid w:val="00602CF2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474"/>
    <w:rsid w:val="0064082F"/>
    <w:rsid w:val="00640BFF"/>
    <w:rsid w:val="00641366"/>
    <w:rsid w:val="00644C2C"/>
    <w:rsid w:val="00646DA6"/>
    <w:rsid w:val="00650604"/>
    <w:rsid w:val="00660269"/>
    <w:rsid w:val="0067095F"/>
    <w:rsid w:val="00677176"/>
    <w:rsid w:val="0068338F"/>
    <w:rsid w:val="00692E5E"/>
    <w:rsid w:val="0069621B"/>
    <w:rsid w:val="006A21B3"/>
    <w:rsid w:val="006B0E06"/>
    <w:rsid w:val="006B1D9E"/>
    <w:rsid w:val="006B2714"/>
    <w:rsid w:val="006B32BF"/>
    <w:rsid w:val="006C5DA0"/>
    <w:rsid w:val="006D1134"/>
    <w:rsid w:val="006D12A1"/>
    <w:rsid w:val="006D307F"/>
    <w:rsid w:val="006E20D9"/>
    <w:rsid w:val="006E732E"/>
    <w:rsid w:val="006F209E"/>
    <w:rsid w:val="006F38B2"/>
    <w:rsid w:val="006F3CDF"/>
    <w:rsid w:val="00712F09"/>
    <w:rsid w:val="00714096"/>
    <w:rsid w:val="00714856"/>
    <w:rsid w:val="00715334"/>
    <w:rsid w:val="00715AD6"/>
    <w:rsid w:val="007213A2"/>
    <w:rsid w:val="00721992"/>
    <w:rsid w:val="00727A54"/>
    <w:rsid w:val="00727F94"/>
    <w:rsid w:val="007337EB"/>
    <w:rsid w:val="0074358A"/>
    <w:rsid w:val="00745D18"/>
    <w:rsid w:val="00756A2C"/>
    <w:rsid w:val="00756DDC"/>
    <w:rsid w:val="007614E0"/>
    <w:rsid w:val="00761876"/>
    <w:rsid w:val="0076208D"/>
    <w:rsid w:val="00771AE7"/>
    <w:rsid w:val="00776530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48D5"/>
    <w:rsid w:val="007B534F"/>
    <w:rsid w:val="007C42B2"/>
    <w:rsid w:val="007C4EED"/>
    <w:rsid w:val="007C7770"/>
    <w:rsid w:val="007D4297"/>
    <w:rsid w:val="007D61D6"/>
    <w:rsid w:val="007E1356"/>
    <w:rsid w:val="007E1B19"/>
    <w:rsid w:val="007E2738"/>
    <w:rsid w:val="007E4127"/>
    <w:rsid w:val="007E662A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42817"/>
    <w:rsid w:val="00843D06"/>
    <w:rsid w:val="00850209"/>
    <w:rsid w:val="00854C63"/>
    <w:rsid w:val="0085591F"/>
    <w:rsid w:val="00856E3A"/>
    <w:rsid w:val="0086639F"/>
    <w:rsid w:val="00870ED8"/>
    <w:rsid w:val="008715C9"/>
    <w:rsid w:val="008724D8"/>
    <w:rsid w:val="00881E21"/>
    <w:rsid w:val="00884B43"/>
    <w:rsid w:val="00886228"/>
    <w:rsid w:val="00886DE2"/>
    <w:rsid w:val="008913A1"/>
    <w:rsid w:val="00892981"/>
    <w:rsid w:val="00893188"/>
    <w:rsid w:val="008945D9"/>
    <w:rsid w:val="00896194"/>
    <w:rsid w:val="008B150D"/>
    <w:rsid w:val="008B20A9"/>
    <w:rsid w:val="008B5146"/>
    <w:rsid w:val="008C09F6"/>
    <w:rsid w:val="008C139A"/>
    <w:rsid w:val="008C1DA9"/>
    <w:rsid w:val="008C35FF"/>
    <w:rsid w:val="008C60A3"/>
    <w:rsid w:val="008C6557"/>
    <w:rsid w:val="008C7B0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4127"/>
    <w:rsid w:val="00976835"/>
    <w:rsid w:val="00976DE3"/>
    <w:rsid w:val="0098104F"/>
    <w:rsid w:val="00982706"/>
    <w:rsid w:val="00985A48"/>
    <w:rsid w:val="00996904"/>
    <w:rsid w:val="009A3AE4"/>
    <w:rsid w:val="009A5C03"/>
    <w:rsid w:val="009B0D9C"/>
    <w:rsid w:val="009B25C8"/>
    <w:rsid w:val="009B5DC8"/>
    <w:rsid w:val="009C56AA"/>
    <w:rsid w:val="009C597C"/>
    <w:rsid w:val="009C680A"/>
    <w:rsid w:val="009D71C1"/>
    <w:rsid w:val="009E3785"/>
    <w:rsid w:val="009F0062"/>
    <w:rsid w:val="009F2CF0"/>
    <w:rsid w:val="009F5C7B"/>
    <w:rsid w:val="009F63DE"/>
    <w:rsid w:val="009F696D"/>
    <w:rsid w:val="00A03B8C"/>
    <w:rsid w:val="00A044B5"/>
    <w:rsid w:val="00A04690"/>
    <w:rsid w:val="00A076B2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6198"/>
    <w:rsid w:val="00A771D2"/>
    <w:rsid w:val="00A77EC6"/>
    <w:rsid w:val="00A826C2"/>
    <w:rsid w:val="00A829EC"/>
    <w:rsid w:val="00A8311B"/>
    <w:rsid w:val="00A854C6"/>
    <w:rsid w:val="00A872B3"/>
    <w:rsid w:val="00A876D9"/>
    <w:rsid w:val="00A90613"/>
    <w:rsid w:val="00A9325B"/>
    <w:rsid w:val="00A95C00"/>
    <w:rsid w:val="00A977B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2F8"/>
    <w:rsid w:val="00AE0E8F"/>
    <w:rsid w:val="00AE1684"/>
    <w:rsid w:val="00AE17CA"/>
    <w:rsid w:val="00AE1A96"/>
    <w:rsid w:val="00AE5029"/>
    <w:rsid w:val="00AE7A2E"/>
    <w:rsid w:val="00AF09F4"/>
    <w:rsid w:val="00AF3783"/>
    <w:rsid w:val="00AF50FE"/>
    <w:rsid w:val="00B008C9"/>
    <w:rsid w:val="00B01F08"/>
    <w:rsid w:val="00B02E52"/>
    <w:rsid w:val="00B03243"/>
    <w:rsid w:val="00B11F18"/>
    <w:rsid w:val="00B14547"/>
    <w:rsid w:val="00B1569A"/>
    <w:rsid w:val="00B15773"/>
    <w:rsid w:val="00B16E8F"/>
    <w:rsid w:val="00B23955"/>
    <w:rsid w:val="00B2585F"/>
    <w:rsid w:val="00B30401"/>
    <w:rsid w:val="00B328A2"/>
    <w:rsid w:val="00B40748"/>
    <w:rsid w:val="00B42AB4"/>
    <w:rsid w:val="00B430F8"/>
    <w:rsid w:val="00B43329"/>
    <w:rsid w:val="00B45D8F"/>
    <w:rsid w:val="00B53924"/>
    <w:rsid w:val="00B54F09"/>
    <w:rsid w:val="00B61C1D"/>
    <w:rsid w:val="00B6637D"/>
    <w:rsid w:val="00B67520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7D51"/>
    <w:rsid w:val="00BA74F7"/>
    <w:rsid w:val="00BA7822"/>
    <w:rsid w:val="00BB2C37"/>
    <w:rsid w:val="00BB62D0"/>
    <w:rsid w:val="00BB76D0"/>
    <w:rsid w:val="00BC363C"/>
    <w:rsid w:val="00BD060D"/>
    <w:rsid w:val="00BD614C"/>
    <w:rsid w:val="00BD6B79"/>
    <w:rsid w:val="00BD75C6"/>
    <w:rsid w:val="00BE2090"/>
    <w:rsid w:val="00BE291A"/>
    <w:rsid w:val="00BE5CE2"/>
    <w:rsid w:val="00C02BFE"/>
    <w:rsid w:val="00C03F15"/>
    <w:rsid w:val="00C06F94"/>
    <w:rsid w:val="00C13921"/>
    <w:rsid w:val="00C139F2"/>
    <w:rsid w:val="00C30C1F"/>
    <w:rsid w:val="00C30C61"/>
    <w:rsid w:val="00C31E94"/>
    <w:rsid w:val="00C33760"/>
    <w:rsid w:val="00C33D50"/>
    <w:rsid w:val="00C35963"/>
    <w:rsid w:val="00C375A7"/>
    <w:rsid w:val="00C4145F"/>
    <w:rsid w:val="00C506C7"/>
    <w:rsid w:val="00C50D47"/>
    <w:rsid w:val="00C5347D"/>
    <w:rsid w:val="00C62C24"/>
    <w:rsid w:val="00C635B6"/>
    <w:rsid w:val="00C66C09"/>
    <w:rsid w:val="00C86A5D"/>
    <w:rsid w:val="00CA1120"/>
    <w:rsid w:val="00CA20F9"/>
    <w:rsid w:val="00CA3D29"/>
    <w:rsid w:val="00CA4216"/>
    <w:rsid w:val="00CA5915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0B83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30ADD"/>
    <w:rsid w:val="00D3114A"/>
    <w:rsid w:val="00D341A0"/>
    <w:rsid w:val="00D35640"/>
    <w:rsid w:val="00D35724"/>
    <w:rsid w:val="00D43A0D"/>
    <w:rsid w:val="00D44516"/>
    <w:rsid w:val="00D4599B"/>
    <w:rsid w:val="00D46867"/>
    <w:rsid w:val="00D50928"/>
    <w:rsid w:val="00D526F3"/>
    <w:rsid w:val="00D529F2"/>
    <w:rsid w:val="00D55025"/>
    <w:rsid w:val="00D55788"/>
    <w:rsid w:val="00D5669D"/>
    <w:rsid w:val="00D67F23"/>
    <w:rsid w:val="00D73D01"/>
    <w:rsid w:val="00D8168A"/>
    <w:rsid w:val="00D829F8"/>
    <w:rsid w:val="00D844F3"/>
    <w:rsid w:val="00D90D75"/>
    <w:rsid w:val="00D923C5"/>
    <w:rsid w:val="00D935E1"/>
    <w:rsid w:val="00D9638F"/>
    <w:rsid w:val="00DA7052"/>
    <w:rsid w:val="00DB052C"/>
    <w:rsid w:val="00DB0A6A"/>
    <w:rsid w:val="00DB12D0"/>
    <w:rsid w:val="00DB31F3"/>
    <w:rsid w:val="00DB5DF7"/>
    <w:rsid w:val="00DC4B51"/>
    <w:rsid w:val="00DC733E"/>
    <w:rsid w:val="00DD4839"/>
    <w:rsid w:val="00DD7AE8"/>
    <w:rsid w:val="00DE2658"/>
    <w:rsid w:val="00DE3541"/>
    <w:rsid w:val="00DE48CC"/>
    <w:rsid w:val="00DE4C2E"/>
    <w:rsid w:val="00DE71A7"/>
    <w:rsid w:val="00DF2581"/>
    <w:rsid w:val="00DF345E"/>
    <w:rsid w:val="00DF35A0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016C"/>
    <w:rsid w:val="00E306B6"/>
    <w:rsid w:val="00E3278E"/>
    <w:rsid w:val="00E33717"/>
    <w:rsid w:val="00E349BB"/>
    <w:rsid w:val="00E355A0"/>
    <w:rsid w:val="00E419AC"/>
    <w:rsid w:val="00E475F6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4968"/>
    <w:rsid w:val="00E96338"/>
    <w:rsid w:val="00E97562"/>
    <w:rsid w:val="00EA3C5F"/>
    <w:rsid w:val="00EA5C16"/>
    <w:rsid w:val="00EC7535"/>
    <w:rsid w:val="00ED3D50"/>
    <w:rsid w:val="00ED46CE"/>
    <w:rsid w:val="00ED4803"/>
    <w:rsid w:val="00ED7581"/>
    <w:rsid w:val="00EE5C13"/>
    <w:rsid w:val="00EE6AFA"/>
    <w:rsid w:val="00EF000D"/>
    <w:rsid w:val="00EF0FF6"/>
    <w:rsid w:val="00EF3C07"/>
    <w:rsid w:val="00EF4038"/>
    <w:rsid w:val="00EF653B"/>
    <w:rsid w:val="00F000D7"/>
    <w:rsid w:val="00F004D3"/>
    <w:rsid w:val="00F00BD6"/>
    <w:rsid w:val="00F11C6D"/>
    <w:rsid w:val="00F15F3F"/>
    <w:rsid w:val="00F2667E"/>
    <w:rsid w:val="00F31688"/>
    <w:rsid w:val="00F32081"/>
    <w:rsid w:val="00F32EF0"/>
    <w:rsid w:val="00F40C85"/>
    <w:rsid w:val="00F5084F"/>
    <w:rsid w:val="00F545A3"/>
    <w:rsid w:val="00F54EAB"/>
    <w:rsid w:val="00F6276C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527C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7CD6"/>
  </w:style>
  <w:style w:type="character" w:styleId="Odwoanieprzypisukocowego">
    <w:name w:val="endnote reference"/>
    <w:basedOn w:val="Domylnaczcionkaakapitu"/>
    <w:semiHidden/>
    <w:unhideWhenUsed/>
    <w:rsid w:val="00527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51B1-E857-4E3F-9FCB-D2158CAA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6</TotalTime>
  <Pages>4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5</cp:revision>
  <cp:lastPrinted>2019-05-09T12:31:00Z</cp:lastPrinted>
  <dcterms:created xsi:type="dcterms:W3CDTF">2026-01-29T13:04:00Z</dcterms:created>
  <dcterms:modified xsi:type="dcterms:W3CDTF">2026-01-29T13:15:00Z</dcterms:modified>
</cp:coreProperties>
</file>